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A047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57B180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4F473" w14:textId="7344FCA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649A7">
        <w:rPr>
          <w:rFonts w:ascii="Corbel" w:hAnsi="Corbel"/>
          <w:i/>
          <w:smallCaps/>
          <w:sz w:val="24"/>
          <w:szCs w:val="24"/>
        </w:rPr>
        <w:t>2019-2022</w:t>
      </w:r>
    </w:p>
    <w:p w14:paraId="6C328CA8" w14:textId="2F5FFB27" w:rsidR="006702ED" w:rsidRPr="00EA4832" w:rsidRDefault="00445970" w:rsidP="00342F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4BF2656">
        <w:rPr>
          <w:rFonts w:ascii="Corbel" w:hAnsi="Corbel"/>
          <w:sz w:val="20"/>
          <w:szCs w:val="20"/>
        </w:rPr>
        <w:t>Rok akademicki</w:t>
      </w:r>
      <w:r w:rsidR="00342FCC" w:rsidRPr="14BF2656">
        <w:rPr>
          <w:rFonts w:ascii="Corbel" w:hAnsi="Corbel"/>
          <w:sz w:val="20"/>
          <w:szCs w:val="20"/>
        </w:rPr>
        <w:t>:</w:t>
      </w:r>
      <w:r w:rsidRPr="14BF2656">
        <w:rPr>
          <w:rFonts w:ascii="Corbel" w:hAnsi="Corbel"/>
          <w:sz w:val="20"/>
          <w:szCs w:val="20"/>
        </w:rPr>
        <w:t xml:space="preserve"> </w:t>
      </w:r>
      <w:r w:rsidR="006702ED" w:rsidRPr="14BF2656">
        <w:rPr>
          <w:rFonts w:ascii="Corbel" w:hAnsi="Corbel"/>
          <w:sz w:val="20"/>
          <w:szCs w:val="20"/>
        </w:rPr>
        <w:t>202</w:t>
      </w:r>
      <w:r w:rsidR="00B649A7">
        <w:rPr>
          <w:rFonts w:ascii="Corbel" w:hAnsi="Corbel"/>
          <w:sz w:val="20"/>
          <w:szCs w:val="20"/>
        </w:rPr>
        <w:t>0</w:t>
      </w:r>
      <w:r w:rsidR="006702ED" w:rsidRPr="14BF2656">
        <w:rPr>
          <w:rFonts w:ascii="Corbel" w:hAnsi="Corbel"/>
          <w:sz w:val="20"/>
          <w:szCs w:val="20"/>
        </w:rPr>
        <w:t>/202</w:t>
      </w:r>
      <w:r w:rsidR="00B649A7">
        <w:rPr>
          <w:rFonts w:ascii="Corbel" w:hAnsi="Corbel"/>
          <w:sz w:val="20"/>
          <w:szCs w:val="20"/>
        </w:rPr>
        <w:t>1</w:t>
      </w:r>
    </w:p>
    <w:p w14:paraId="6A4B01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8BC1A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4CDABD" w14:textId="77777777" w:rsidTr="4F89B282">
        <w:tc>
          <w:tcPr>
            <w:tcW w:w="2694" w:type="dxa"/>
            <w:vAlign w:val="center"/>
          </w:tcPr>
          <w:p w14:paraId="04C0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F1A4D1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A5AE36E" w14:textId="77777777" w:rsidTr="4F89B282">
        <w:tc>
          <w:tcPr>
            <w:tcW w:w="2694" w:type="dxa"/>
            <w:vAlign w:val="center"/>
          </w:tcPr>
          <w:p w14:paraId="22706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EBBA67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E/I/EP/C.5</w:t>
            </w:r>
          </w:p>
        </w:tc>
      </w:tr>
      <w:tr w:rsidR="0085747A" w:rsidRPr="009C54AE" w14:paraId="3C2339FE" w14:textId="77777777" w:rsidTr="4F89B282">
        <w:tc>
          <w:tcPr>
            <w:tcW w:w="2694" w:type="dxa"/>
            <w:vAlign w:val="center"/>
          </w:tcPr>
          <w:p w14:paraId="5BD3968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4383C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F7E286" w14:textId="77777777" w:rsidTr="4F89B282">
        <w:tc>
          <w:tcPr>
            <w:tcW w:w="2694" w:type="dxa"/>
            <w:vAlign w:val="center"/>
          </w:tcPr>
          <w:p w14:paraId="2E749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E3E5E8" w14:textId="77777777" w:rsidR="0085747A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296A3BA" w14:textId="77777777" w:rsidTr="4F89B282">
        <w:tc>
          <w:tcPr>
            <w:tcW w:w="2694" w:type="dxa"/>
            <w:vAlign w:val="center"/>
          </w:tcPr>
          <w:p w14:paraId="65BA28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AE30E6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268F148" w14:textId="77777777" w:rsidTr="4F89B282">
        <w:tc>
          <w:tcPr>
            <w:tcW w:w="2694" w:type="dxa"/>
            <w:vAlign w:val="center"/>
          </w:tcPr>
          <w:p w14:paraId="6813C4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692979" w14:textId="77777777" w:rsidR="0085747A" w:rsidRPr="00342FCC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F91EC44" w14:textId="77777777" w:rsidTr="4F89B282">
        <w:tc>
          <w:tcPr>
            <w:tcW w:w="2694" w:type="dxa"/>
            <w:vAlign w:val="center"/>
          </w:tcPr>
          <w:p w14:paraId="7EFD27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DAA8F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D42E59" w14:textId="77777777" w:rsidTr="4F89B282">
        <w:tc>
          <w:tcPr>
            <w:tcW w:w="2694" w:type="dxa"/>
            <w:vAlign w:val="center"/>
          </w:tcPr>
          <w:p w14:paraId="4C21D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59CB2C" w14:textId="5DA351A4" w:rsidR="0085747A" w:rsidRPr="00A15BAF" w:rsidRDefault="00A15BAF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BAF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A8C90FB" w14:textId="77777777" w:rsidTr="4F89B282">
        <w:tc>
          <w:tcPr>
            <w:tcW w:w="2694" w:type="dxa"/>
            <w:vAlign w:val="center"/>
          </w:tcPr>
          <w:p w14:paraId="740304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D4033A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F169F53" w14:textId="77777777" w:rsidTr="4F89B282">
        <w:tc>
          <w:tcPr>
            <w:tcW w:w="2694" w:type="dxa"/>
            <w:vAlign w:val="center"/>
          </w:tcPr>
          <w:p w14:paraId="4DA29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763686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6458DF" w14:textId="77777777" w:rsidTr="4F89B282">
        <w:tc>
          <w:tcPr>
            <w:tcW w:w="2694" w:type="dxa"/>
            <w:vAlign w:val="center"/>
          </w:tcPr>
          <w:p w14:paraId="01EB1B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91A499" w14:textId="77777777" w:rsidR="00923D7D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40E49A1F" w14:textId="77777777" w:rsidTr="4F89B282">
        <w:tc>
          <w:tcPr>
            <w:tcW w:w="2694" w:type="dxa"/>
            <w:vAlign w:val="center"/>
          </w:tcPr>
          <w:p w14:paraId="25B26B4F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CB78C3" w14:textId="70693EE7" w:rsidR="006702ED" w:rsidRPr="009C54AE" w:rsidRDefault="00342FCC" w:rsidP="4F89B2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F89B28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 w:rsidRPr="4F89B282">
              <w:rPr>
                <w:rFonts w:ascii="Corbel" w:hAnsi="Corbel"/>
                <w:b w:val="0"/>
                <w:sz w:val="24"/>
                <w:szCs w:val="24"/>
              </w:rPr>
              <w:t>r hab. Katarzyna Szara</w:t>
            </w:r>
          </w:p>
        </w:tc>
      </w:tr>
      <w:tr w:rsidR="006702ED" w:rsidRPr="009C54AE" w14:paraId="3C854430" w14:textId="77777777" w:rsidTr="4F89B282">
        <w:tc>
          <w:tcPr>
            <w:tcW w:w="2694" w:type="dxa"/>
            <w:vAlign w:val="center"/>
          </w:tcPr>
          <w:p w14:paraId="1CF96377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699BA8" w14:textId="4344D4C7" w:rsidR="006702ED" w:rsidRPr="009C54AE" w:rsidRDefault="51FB90FA" w:rsidP="4F89B282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4F89B282">
              <w:rPr>
                <w:rFonts w:ascii="Corbel" w:hAnsi="Corbel"/>
                <w:b w:val="0"/>
                <w:sz w:val="24"/>
                <w:szCs w:val="24"/>
              </w:rPr>
              <w:t xml:space="preserve">dr Marta Kawa, </w:t>
            </w:r>
            <w:r w:rsidR="00342FCC" w:rsidRPr="4F89B282">
              <w:rPr>
                <w:rFonts w:ascii="Corbel" w:hAnsi="Corbel"/>
                <w:b w:val="0"/>
                <w:sz w:val="24"/>
                <w:szCs w:val="24"/>
              </w:rPr>
              <w:t>dr Beata Gierczak-</w:t>
            </w:r>
            <w:r w:rsidR="006702ED" w:rsidRPr="4F89B282">
              <w:rPr>
                <w:rFonts w:ascii="Corbel" w:hAnsi="Corbel"/>
                <w:b w:val="0"/>
                <w:sz w:val="24"/>
                <w:szCs w:val="24"/>
              </w:rPr>
              <w:t xml:space="preserve">Korzeniowska, mgr Karolina </w:t>
            </w:r>
            <w:r w:rsidR="05088361" w:rsidRPr="4F89B282">
              <w:rPr>
                <w:rFonts w:ascii="Corbel" w:hAnsi="Corbel"/>
                <w:b w:val="0"/>
                <w:sz w:val="24"/>
                <w:szCs w:val="24"/>
              </w:rPr>
              <w:t>Kozioł</w:t>
            </w:r>
          </w:p>
        </w:tc>
      </w:tr>
    </w:tbl>
    <w:p w14:paraId="5F95BC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2FC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51311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342FC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5D597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F972E4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8A8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776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9F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1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2A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22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E2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07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1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4AA175" w14:textId="77777777" w:rsidTr="001846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7E40" w14:textId="77777777" w:rsidR="00015B8F" w:rsidRPr="009C54AE" w:rsidRDefault="006702ED" w:rsidP="001846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4CE5" w14:textId="2ABFF827" w:rsidR="00015B8F" w:rsidRPr="009C54AE" w:rsidRDefault="00A15B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B964" w14:textId="54BCB19C" w:rsidR="00015B8F" w:rsidRPr="009C54AE" w:rsidRDefault="00A15B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72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59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E7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86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72F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0BC6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98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031F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654001" w14:textId="7C7886E9" w:rsidR="008B17AB" w:rsidRPr="00FD7701" w:rsidRDefault="008B17AB" w:rsidP="008B17A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185507C9" w14:textId="77777777" w:rsidR="008B17AB" w:rsidRPr="00FD7701" w:rsidRDefault="008B17AB" w:rsidP="008B17A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798F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28FDD" w14:textId="081BDFE5" w:rsidR="00E22FBC" w:rsidRPr="009C54AE" w:rsidRDefault="00E22FBC" w:rsidP="14BF265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BF2656">
        <w:rPr>
          <w:rFonts w:ascii="Corbel" w:hAnsi="Corbel"/>
          <w:smallCaps w:val="0"/>
        </w:rPr>
        <w:t>1.3</w:t>
      </w:r>
      <w:r w:rsidR="00342FCC" w:rsidRPr="14BF2656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14BF2656">
        <w:rPr>
          <w:rFonts w:ascii="Corbel" w:hAnsi="Corbel"/>
          <w:smallCaps w:val="0"/>
        </w:rPr>
        <w:t>For</w:t>
      </w:r>
      <w:r w:rsidR="00445970" w:rsidRPr="14BF2656">
        <w:rPr>
          <w:rFonts w:ascii="Corbel" w:hAnsi="Corbel"/>
          <w:smallCaps w:val="0"/>
        </w:rPr>
        <w:t xml:space="preserve">ma zaliczenia </w:t>
      </w:r>
      <w:r w:rsidR="70BACCF9" w:rsidRPr="14BF2656">
        <w:rPr>
          <w:rFonts w:ascii="Corbel" w:hAnsi="Corbel"/>
          <w:smallCaps w:val="0"/>
        </w:rPr>
        <w:t>przedmiotu (</w:t>
      </w:r>
      <w:r w:rsidRPr="14BF2656">
        <w:rPr>
          <w:rFonts w:ascii="Corbel" w:hAnsi="Corbel"/>
          <w:smallCaps w:val="0"/>
        </w:rPr>
        <w:t xml:space="preserve">z toku) </w:t>
      </w:r>
      <w:r w:rsidRPr="14BF2656">
        <w:rPr>
          <w:rFonts w:ascii="Corbel" w:hAnsi="Corbel"/>
          <w:b w:val="0"/>
          <w:smallCaps w:val="0"/>
        </w:rPr>
        <w:t>(egzamin, zaliczenie z oceną, zaliczenie bez oceny)</w:t>
      </w:r>
    </w:p>
    <w:p w14:paraId="5905E175" w14:textId="77777777" w:rsidR="006702ED" w:rsidRPr="00DD654F" w:rsidRDefault="00342FCC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1A738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1573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342FCC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E1BE94B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437403" w14:textId="77777777" w:rsidTr="00745302">
        <w:tc>
          <w:tcPr>
            <w:tcW w:w="9670" w:type="dxa"/>
          </w:tcPr>
          <w:p w14:paraId="4FD1B617" w14:textId="77777777" w:rsidR="0085747A" w:rsidRPr="009C54AE" w:rsidRDefault="006702ED" w:rsidP="00342F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62AB193A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32955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C660E5" w14:textId="58F3ACA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342FCC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68007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869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342FC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A654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0842CE70" w14:textId="77777777" w:rsidTr="006702ED">
        <w:tc>
          <w:tcPr>
            <w:tcW w:w="841" w:type="dxa"/>
            <w:vAlign w:val="center"/>
          </w:tcPr>
          <w:p w14:paraId="29123A0A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3B495B5D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</w:t>
            </w:r>
            <w:r w:rsidR="00342FCC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 i z funkcjonowaniem poszczególnych jego obszarów. </w:t>
            </w:r>
          </w:p>
        </w:tc>
      </w:tr>
      <w:tr w:rsidR="006702ED" w:rsidRPr="009C54AE" w14:paraId="040DDB27" w14:textId="77777777" w:rsidTr="006702ED">
        <w:tc>
          <w:tcPr>
            <w:tcW w:w="841" w:type="dxa"/>
            <w:vAlign w:val="center"/>
          </w:tcPr>
          <w:p w14:paraId="05F6556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636815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2761ADD" w14:textId="77777777" w:rsidTr="006702ED">
        <w:tc>
          <w:tcPr>
            <w:tcW w:w="841" w:type="dxa"/>
            <w:vAlign w:val="center"/>
          </w:tcPr>
          <w:p w14:paraId="229D1F24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00C075DC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4337263B" w14:textId="77777777" w:rsidTr="006702ED">
        <w:tc>
          <w:tcPr>
            <w:tcW w:w="841" w:type="dxa"/>
            <w:vAlign w:val="center"/>
          </w:tcPr>
          <w:p w14:paraId="37F174F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4521F815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C26E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210E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35F6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23828E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80F844E" w14:textId="77777777" w:rsidTr="002E2C01">
        <w:tc>
          <w:tcPr>
            <w:tcW w:w="1681" w:type="dxa"/>
            <w:vAlign w:val="center"/>
          </w:tcPr>
          <w:p w14:paraId="2F857B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DD2B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5DC1B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C01" w:rsidRPr="009C54AE" w14:paraId="4550C086" w14:textId="77777777" w:rsidTr="002E2C01">
        <w:tc>
          <w:tcPr>
            <w:tcW w:w="1681" w:type="dxa"/>
            <w:vAlign w:val="center"/>
          </w:tcPr>
          <w:p w14:paraId="26537496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AAC6692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2E7E533" w14:textId="77777777" w:rsidR="002E2C01" w:rsidRPr="009C54AE" w:rsidRDefault="002E2C01" w:rsidP="0034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D35309B" w14:textId="77777777" w:rsidTr="002E2C01">
        <w:tc>
          <w:tcPr>
            <w:tcW w:w="1681" w:type="dxa"/>
          </w:tcPr>
          <w:p w14:paraId="45F6BD3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C55CA4" w14:textId="77777777" w:rsidR="002E2C01" w:rsidRPr="009C54AE" w:rsidRDefault="002E2C01" w:rsidP="0034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charakteryzuje podstawowe formy organizacyjno</w:t>
            </w:r>
            <w:r w:rsidR="00342FC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7FD6D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0662F3F2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43F010CC" w14:textId="77777777" w:rsidTr="002E2C01">
        <w:tc>
          <w:tcPr>
            <w:tcW w:w="1681" w:type="dxa"/>
          </w:tcPr>
          <w:p w14:paraId="1C966BCC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51B24182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87EE3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FCBAE71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2E2C01" w:rsidRPr="009C54AE" w14:paraId="0C189441" w14:textId="77777777" w:rsidTr="00836F8D">
        <w:tc>
          <w:tcPr>
            <w:tcW w:w="1681" w:type="dxa"/>
            <w:shd w:val="clear" w:color="auto" w:fill="auto"/>
          </w:tcPr>
          <w:p w14:paraId="6BC143BD" w14:textId="77777777" w:rsidR="002E2C01" w:rsidRPr="00836F8D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shd w:val="clear" w:color="auto" w:fill="auto"/>
          </w:tcPr>
          <w:p w14:paraId="70509D7F" w14:textId="77777777" w:rsidR="002E2C01" w:rsidRPr="00836F8D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5FB70A72" w14:textId="77777777" w:rsidR="002E2C01" w:rsidRPr="00836F8D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25FC3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DB218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35F6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CA261FC" w14:textId="77777777" w:rsidR="0018469B" w:rsidRPr="009C54AE" w:rsidRDefault="001846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95B286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EE9E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BA2BAA" w14:textId="77777777" w:rsidTr="002E2C01">
        <w:tc>
          <w:tcPr>
            <w:tcW w:w="9520" w:type="dxa"/>
          </w:tcPr>
          <w:p w14:paraId="4E410DC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6E3ECC6E" w14:textId="77777777" w:rsidTr="002E2C01">
        <w:tc>
          <w:tcPr>
            <w:tcW w:w="9520" w:type="dxa"/>
          </w:tcPr>
          <w:p w14:paraId="7129DE3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0920940" w14:textId="77777777" w:rsidTr="002E2C01">
        <w:tc>
          <w:tcPr>
            <w:tcW w:w="9520" w:type="dxa"/>
          </w:tcPr>
          <w:p w14:paraId="7A3579E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492BC57" w14:textId="77777777" w:rsidTr="002E2C01">
        <w:tc>
          <w:tcPr>
            <w:tcW w:w="9520" w:type="dxa"/>
          </w:tcPr>
          <w:p w14:paraId="2D79CBF8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A16A726" w14:textId="77777777" w:rsidTr="002E2C01">
        <w:tc>
          <w:tcPr>
            <w:tcW w:w="9520" w:type="dxa"/>
          </w:tcPr>
          <w:p w14:paraId="7C5027E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EAC7439" w14:textId="77777777" w:rsidTr="002E2C01">
        <w:tc>
          <w:tcPr>
            <w:tcW w:w="9520" w:type="dxa"/>
          </w:tcPr>
          <w:p w14:paraId="4217308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DF8431" w14:textId="77777777" w:rsidTr="002E2C01">
        <w:tc>
          <w:tcPr>
            <w:tcW w:w="9520" w:type="dxa"/>
          </w:tcPr>
          <w:p w14:paraId="08F35A6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2E2C01" w:rsidRPr="009C54AE" w14:paraId="715F4981" w14:textId="77777777" w:rsidTr="002E2C01">
        <w:tc>
          <w:tcPr>
            <w:tcW w:w="9520" w:type="dxa"/>
          </w:tcPr>
          <w:p w14:paraId="6BDF522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2787A16" w14:textId="77777777" w:rsidTr="002E2C01">
        <w:tc>
          <w:tcPr>
            <w:tcW w:w="9520" w:type="dxa"/>
          </w:tcPr>
          <w:p w14:paraId="6F93C1A3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F05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BED97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6A56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E08BD5" w14:textId="77777777" w:rsidTr="002E2C01">
        <w:tc>
          <w:tcPr>
            <w:tcW w:w="9520" w:type="dxa"/>
          </w:tcPr>
          <w:p w14:paraId="1DA346D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8C60C19" w14:textId="77777777" w:rsidTr="002E2C01">
        <w:tc>
          <w:tcPr>
            <w:tcW w:w="9520" w:type="dxa"/>
          </w:tcPr>
          <w:p w14:paraId="10611DEF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A33393A" w14:textId="77777777" w:rsidTr="002E2C01">
        <w:tc>
          <w:tcPr>
            <w:tcW w:w="9520" w:type="dxa"/>
          </w:tcPr>
          <w:p w14:paraId="60CB16B6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Wybór formy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3FE8370" w14:textId="77777777" w:rsidTr="002E2C01">
        <w:tc>
          <w:tcPr>
            <w:tcW w:w="9520" w:type="dxa"/>
          </w:tcPr>
          <w:p w14:paraId="4A27629A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2EF9109" w14:textId="77777777" w:rsidTr="002E2C01">
        <w:tc>
          <w:tcPr>
            <w:tcW w:w="9520" w:type="dxa"/>
          </w:tcPr>
          <w:p w14:paraId="3605433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0F23D65" w14:textId="77777777" w:rsidTr="002E2C01">
        <w:tc>
          <w:tcPr>
            <w:tcW w:w="9520" w:type="dxa"/>
          </w:tcPr>
          <w:p w14:paraId="3B9BBEC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62D8A37" w14:textId="77777777" w:rsidTr="002E2C01">
        <w:tc>
          <w:tcPr>
            <w:tcW w:w="9520" w:type="dxa"/>
          </w:tcPr>
          <w:p w14:paraId="482A3484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zdolności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przedsiębiorstwa</w:t>
            </w:r>
            <w:proofErr w:type="spellEnd"/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F08DFD0" w14:textId="77777777" w:rsidTr="002E2C01">
        <w:tc>
          <w:tcPr>
            <w:tcW w:w="9520" w:type="dxa"/>
          </w:tcPr>
          <w:p w14:paraId="6C1C26C9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A44D933" w14:textId="77777777" w:rsidTr="002E2C01">
        <w:tc>
          <w:tcPr>
            <w:tcW w:w="9520" w:type="dxa"/>
          </w:tcPr>
          <w:p w14:paraId="627EEC8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739522E" w14:textId="77777777" w:rsidTr="002E2C01">
        <w:tc>
          <w:tcPr>
            <w:tcW w:w="9520" w:type="dxa"/>
          </w:tcPr>
          <w:p w14:paraId="7E4D516A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F8B273C" w14:textId="77777777" w:rsidTr="002E2C01">
        <w:tc>
          <w:tcPr>
            <w:tcW w:w="9520" w:type="dxa"/>
          </w:tcPr>
          <w:p w14:paraId="6D12A68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FF5A94C" w14:textId="77777777" w:rsidTr="002E2C01">
        <w:tc>
          <w:tcPr>
            <w:tcW w:w="9520" w:type="dxa"/>
          </w:tcPr>
          <w:p w14:paraId="186D30CB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89E0795" w14:textId="77777777" w:rsidTr="002E2C01">
        <w:tc>
          <w:tcPr>
            <w:tcW w:w="9520" w:type="dxa"/>
          </w:tcPr>
          <w:p w14:paraId="7E6CA25F" w14:textId="77777777" w:rsidR="002E2C01" w:rsidRPr="00E42D65" w:rsidRDefault="002E2C01" w:rsidP="0018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postępu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72B5CF83" w14:textId="77777777" w:rsidTr="002E2C01">
        <w:tc>
          <w:tcPr>
            <w:tcW w:w="9520" w:type="dxa"/>
          </w:tcPr>
          <w:p w14:paraId="5195965A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074ADAD8" w14:textId="77777777" w:rsidTr="002E2C01">
        <w:tc>
          <w:tcPr>
            <w:tcW w:w="9520" w:type="dxa"/>
          </w:tcPr>
          <w:p w14:paraId="43E6C61B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2E2C01" w:rsidRPr="009C54AE" w14:paraId="4F17FDB6" w14:textId="77777777" w:rsidTr="002E2C01">
        <w:tc>
          <w:tcPr>
            <w:tcW w:w="9520" w:type="dxa"/>
          </w:tcPr>
          <w:p w14:paraId="5DBA4C8F" w14:textId="77777777" w:rsidR="002E2C01" w:rsidRPr="00C65F1C" w:rsidRDefault="00CA284D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="002E2C01" w:rsidRPr="00C65F1C">
              <w:rPr>
                <w:rFonts w:ascii="Corbel" w:hAnsi="Corbel"/>
                <w:sz w:val="24"/>
                <w:szCs w:val="24"/>
              </w:rPr>
              <w:t>olskim</w:t>
            </w:r>
            <w:r w:rsidR="002E2C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6D21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3CE4B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31EA2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49CA5" w14:textId="77777777" w:rsidR="002E2C01" w:rsidRDefault="002E2C01" w:rsidP="002E2C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690C0CA9" w14:textId="4F81B14C" w:rsidR="00E960BB" w:rsidRDefault="002E2C01" w:rsidP="4F89B282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4F89B282">
        <w:rPr>
          <w:rFonts w:ascii="Corbel" w:hAnsi="Corbel"/>
          <w:b w:val="0"/>
          <w:smallCaps w:val="0"/>
        </w:rPr>
        <w:t>Ćwiczenia</w:t>
      </w:r>
      <w:r w:rsidR="001C59FF" w:rsidRPr="4F89B282">
        <w:rPr>
          <w:rFonts w:ascii="Corbel" w:hAnsi="Corbel"/>
          <w:b w:val="0"/>
          <w:smallCaps w:val="0"/>
        </w:rPr>
        <w:t>:</w:t>
      </w:r>
      <w:r w:rsidRPr="4F89B282">
        <w:rPr>
          <w:rFonts w:ascii="Corbel" w:hAnsi="Corbel"/>
          <w:b w:val="0"/>
          <w:smallCaps w:val="0"/>
        </w:rPr>
        <w:t xml:space="preserve"> praca w grupach, rozwi</w:t>
      </w:r>
      <w:r w:rsidR="00E92173" w:rsidRPr="4F89B282">
        <w:rPr>
          <w:rFonts w:ascii="Corbel" w:hAnsi="Corbel"/>
          <w:b w:val="0"/>
          <w:smallCaps w:val="0"/>
        </w:rPr>
        <w:t>ą</w:t>
      </w:r>
      <w:r w:rsidRPr="4F89B282">
        <w:rPr>
          <w:rFonts w:ascii="Corbel" w:hAnsi="Corbel"/>
          <w:b w:val="0"/>
          <w:smallCaps w:val="0"/>
        </w:rPr>
        <w:t xml:space="preserve">zywanie zadań, </w:t>
      </w:r>
      <w:r w:rsidR="00D078C8" w:rsidRPr="4F89B282">
        <w:rPr>
          <w:rFonts w:ascii="Corbel" w:hAnsi="Corbel"/>
          <w:b w:val="0"/>
          <w:smallCaps w:val="0"/>
        </w:rPr>
        <w:t xml:space="preserve">analiza tekstów z </w:t>
      </w:r>
      <w:r w:rsidRPr="4F89B282">
        <w:rPr>
          <w:rFonts w:ascii="Corbel" w:hAnsi="Corbel"/>
          <w:b w:val="0"/>
          <w:smallCaps w:val="0"/>
        </w:rPr>
        <w:t>dyskusj</w:t>
      </w:r>
      <w:r w:rsidR="00D078C8" w:rsidRPr="4F89B282">
        <w:rPr>
          <w:rFonts w:ascii="Corbel" w:hAnsi="Corbel"/>
          <w:b w:val="0"/>
          <w:smallCaps w:val="0"/>
        </w:rPr>
        <w:t>ą</w:t>
      </w:r>
      <w:r w:rsidR="00E92173" w:rsidRPr="4F89B282">
        <w:rPr>
          <w:rFonts w:ascii="Corbel" w:hAnsi="Corbel"/>
          <w:b w:val="0"/>
          <w:smallCaps w:val="0"/>
        </w:rPr>
        <w:t xml:space="preserve"> </w:t>
      </w:r>
      <w:r w:rsidR="7C25ED50" w:rsidRPr="4F89B282">
        <w:rPr>
          <w:rFonts w:ascii="Corbel" w:hAnsi="Corbel"/>
          <w:b w:val="0"/>
          <w:smallCaps w:val="0"/>
        </w:rPr>
        <w:t>.</w:t>
      </w:r>
    </w:p>
    <w:p w14:paraId="1C249C3D" w14:textId="5C2B9533" w:rsidR="4F89B282" w:rsidRDefault="4F89B282" w:rsidP="4F89B282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0E4E9A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B96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1D25B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3D2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DC78CB" w14:textId="77777777" w:rsidTr="2C704CB5">
        <w:tc>
          <w:tcPr>
            <w:tcW w:w="1962" w:type="dxa"/>
            <w:vAlign w:val="center"/>
          </w:tcPr>
          <w:p w14:paraId="484BD2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E770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E492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FFC9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E90E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2C01" w:rsidRPr="009C54AE" w14:paraId="0C8302C2" w14:textId="77777777" w:rsidTr="2C704CB5">
        <w:tc>
          <w:tcPr>
            <w:tcW w:w="1962" w:type="dxa"/>
          </w:tcPr>
          <w:p w14:paraId="0612D8DE" w14:textId="77777777" w:rsidR="002E2C01" w:rsidRPr="009C54AE" w:rsidRDefault="0018469B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1C167D50" w14:textId="0A980768" w:rsidR="002E2C01" w:rsidRPr="00603281" w:rsidRDefault="05D58A95" w:rsidP="2C704C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C704CB5">
              <w:rPr>
                <w:rFonts w:ascii="Corbel" w:hAnsi="Corbel"/>
                <w:b w:val="0"/>
                <w:smallCaps w:val="0"/>
                <w:color w:val="000000" w:themeColor="text1"/>
              </w:rPr>
              <w:t>praca zaliczeniowa</w:t>
            </w:r>
            <w:r w:rsidR="002E2C01" w:rsidRPr="2C704CB5">
              <w:rPr>
                <w:rFonts w:ascii="Corbel" w:hAnsi="Corbel"/>
                <w:b w:val="0"/>
                <w:smallCaps w:val="0"/>
                <w:color w:val="000000" w:themeColor="text1"/>
              </w:rPr>
              <w:t>, praca grupowa</w:t>
            </w:r>
            <w:r w:rsidR="2B54D249" w:rsidRPr="2C704CB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2E2C01" w:rsidRPr="2C704CB5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</w:tcPr>
          <w:p w14:paraId="25D2368A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0402168F" w14:textId="77777777" w:rsidTr="2C704CB5">
        <w:tc>
          <w:tcPr>
            <w:tcW w:w="1962" w:type="dxa"/>
          </w:tcPr>
          <w:p w14:paraId="190D8FEA" w14:textId="77777777" w:rsidR="002E2C01" w:rsidRPr="009C54AE" w:rsidRDefault="00836F8D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856C9C4" w14:textId="53E147B6" w:rsidR="002E2C01" w:rsidRPr="00603281" w:rsidRDefault="7170F7D3" w:rsidP="2C704C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C704CB5">
              <w:rPr>
                <w:rFonts w:ascii="Corbel" w:hAnsi="Corbel"/>
                <w:b w:val="0"/>
                <w:smallCaps w:val="0"/>
                <w:color w:val="000000" w:themeColor="text1"/>
              </w:rPr>
              <w:t>praca zaliczeniowa</w:t>
            </w:r>
            <w:r w:rsidR="002E2C01" w:rsidRPr="2C704CB5">
              <w:rPr>
                <w:rFonts w:ascii="Corbel" w:hAnsi="Corbel"/>
                <w:b w:val="0"/>
                <w:smallCaps w:val="0"/>
                <w:color w:val="000000" w:themeColor="text1"/>
              </w:rPr>
              <w:t>, praca grupowa</w:t>
            </w:r>
            <w:r w:rsidR="436D4AF7" w:rsidRPr="2C704CB5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2E2C01" w:rsidRPr="2C704CB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zajęć, egzamin pisemny</w:t>
            </w:r>
          </w:p>
        </w:tc>
        <w:tc>
          <w:tcPr>
            <w:tcW w:w="2117" w:type="dxa"/>
          </w:tcPr>
          <w:p w14:paraId="74874229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7DF293F" w14:textId="77777777" w:rsidTr="2C704CB5">
        <w:tc>
          <w:tcPr>
            <w:tcW w:w="1962" w:type="dxa"/>
          </w:tcPr>
          <w:p w14:paraId="5F282292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1C324D7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2E2C0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raca grupowa, 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66911DD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2E2C01" w:rsidRPr="009C54AE" w14:paraId="05FFC31F" w14:textId="77777777" w:rsidTr="2C704CB5">
        <w:tc>
          <w:tcPr>
            <w:tcW w:w="1962" w:type="dxa"/>
          </w:tcPr>
          <w:p w14:paraId="673E272F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7212FC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postawy, ocena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ezentowanego stanowiska, opinii</w:t>
            </w:r>
          </w:p>
        </w:tc>
        <w:tc>
          <w:tcPr>
            <w:tcW w:w="2117" w:type="dxa"/>
          </w:tcPr>
          <w:p w14:paraId="714F3060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FED33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2B0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18469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9E13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3B8A1C" w14:textId="77777777" w:rsidTr="2C704CB5">
        <w:tc>
          <w:tcPr>
            <w:tcW w:w="9670" w:type="dxa"/>
          </w:tcPr>
          <w:p w14:paraId="27E0968B" w14:textId="3F29F9C5" w:rsidR="0018469B" w:rsidRDefault="002537CD" w:rsidP="2C704CB5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ćwiczeń </w:t>
            </w:r>
            <w:r w:rsidR="445933EE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>jest wypadkową</w:t>
            </w:r>
            <w:r w:rsidR="6430605F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</w:p>
          <w:p w14:paraId="53F1F7E1" w14:textId="2BB6A19A" w:rsidR="0018469B" w:rsidRDefault="002537CD" w:rsidP="2C704CB5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="0018469B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52CA453E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>praca zaliczeniowa</w:t>
            </w:r>
            <w:r w:rsidR="019A4961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18469B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>(</w:t>
            </w:r>
            <w:r w:rsidR="694929C1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>60%</w:t>
            </w:r>
            <w:r w:rsidR="0018469B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>)</w:t>
            </w:r>
            <w:r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7894F320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pozytywną </w:t>
            </w:r>
            <w:r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student </w:t>
            </w:r>
            <w:r w:rsidR="000EFBD7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musi </w:t>
            </w:r>
            <w:r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>uzyska</w:t>
            </w:r>
            <w:r w:rsidR="7CF15735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>ć</w:t>
            </w:r>
            <w:r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51% wymaganych punktów, </w:t>
            </w:r>
          </w:p>
          <w:p w14:paraId="43621CD6" w14:textId="15FDDD3E" w:rsidR="0018469B" w:rsidRDefault="172BA437" w:rsidP="4A34E98F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 w:rsidR="002537CD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>a także</w:t>
            </w:r>
            <w:r w:rsidR="788B82A3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rozwiązywanie zadań</w:t>
            </w:r>
            <w:r w:rsidR="5D19E938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(10%)</w:t>
            </w:r>
            <w:r w:rsidR="788B82A3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002537CD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obecność na zajęciach i aktywność przy analizie tekstów</w:t>
            </w:r>
            <w:r w:rsidR="1897F46F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(30%)</w:t>
            </w:r>
            <w:r w:rsidR="002537CD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="0018469B" w:rsidRPr="2C704CB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5F91230" w14:textId="5CFBBBA4" w:rsidR="0085747A" w:rsidRPr="002537CD" w:rsidRDefault="0018469B" w:rsidP="26F803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>Egzamin pisemny (podstawą oceny pozytywnej jest uzyskanie 51% wymaganych punktów).</w:t>
            </w:r>
            <w:r w:rsidR="4E0F37F2"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4E0F37F2" w:rsidRPr="52FD03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51%- 60% =3.0, 61%-70%=3.5, 71%-80%=4.0, 81%-90%=4.5, 91%-100%=5.0</w:t>
            </w:r>
          </w:p>
        </w:tc>
      </w:tr>
    </w:tbl>
    <w:p w14:paraId="0A2E49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F8AEA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0EF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CB64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F478F8F" w14:textId="77777777" w:rsidTr="003E1941">
        <w:tc>
          <w:tcPr>
            <w:tcW w:w="4962" w:type="dxa"/>
            <w:vAlign w:val="center"/>
          </w:tcPr>
          <w:p w14:paraId="22E25A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BD753D" w14:textId="510DEBA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11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3ABF36A" w14:textId="77777777" w:rsidTr="00923D7D">
        <w:tc>
          <w:tcPr>
            <w:tcW w:w="4962" w:type="dxa"/>
          </w:tcPr>
          <w:p w14:paraId="575B38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83ADB5" w14:textId="3F48688C" w:rsidR="0085747A" w:rsidRPr="009C54AE" w:rsidRDefault="00A15BA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0786E06A" w14:textId="77777777" w:rsidTr="00923D7D">
        <w:tc>
          <w:tcPr>
            <w:tcW w:w="4962" w:type="dxa"/>
          </w:tcPr>
          <w:p w14:paraId="46A5EA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184A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85161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493A178" w14:textId="77777777" w:rsidTr="00923D7D">
        <w:tc>
          <w:tcPr>
            <w:tcW w:w="4962" w:type="dxa"/>
          </w:tcPr>
          <w:p w14:paraId="512EDCBE" w14:textId="5195A59F" w:rsidR="00C61DC5" w:rsidRPr="009C54AE" w:rsidRDefault="00C61DC5" w:rsidP="008B1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B17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DD73832" w14:textId="6DB3916C" w:rsidR="00C61DC5" w:rsidRPr="009C54AE" w:rsidRDefault="00A15BA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9C54AE" w14:paraId="3B8EAC5C" w14:textId="77777777" w:rsidTr="00923D7D">
        <w:tc>
          <w:tcPr>
            <w:tcW w:w="4962" w:type="dxa"/>
          </w:tcPr>
          <w:p w14:paraId="7EA641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1D3BDF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757BAA8" w14:textId="77777777" w:rsidTr="00923D7D">
        <w:tc>
          <w:tcPr>
            <w:tcW w:w="4962" w:type="dxa"/>
          </w:tcPr>
          <w:p w14:paraId="6B771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CC57F9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098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6F95F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95F3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B6B9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B00C4D6" w14:textId="77777777" w:rsidTr="00A31170">
        <w:trPr>
          <w:trHeight w:val="397"/>
        </w:trPr>
        <w:tc>
          <w:tcPr>
            <w:tcW w:w="2359" w:type="pct"/>
          </w:tcPr>
          <w:p w14:paraId="21F8C6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F4BCED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C88615" w14:textId="77777777" w:rsidTr="00A31170">
        <w:trPr>
          <w:trHeight w:val="397"/>
        </w:trPr>
        <w:tc>
          <w:tcPr>
            <w:tcW w:w="2359" w:type="pct"/>
          </w:tcPr>
          <w:p w14:paraId="778C1F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9EA90F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CCA11B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D5B9B" w14:textId="77777777" w:rsidR="0018469B" w:rsidRPr="009C54AE" w:rsidRDefault="001846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018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6AAD7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33F6A24" w14:textId="77777777" w:rsidTr="2DD6E431">
        <w:trPr>
          <w:trHeight w:val="397"/>
        </w:trPr>
        <w:tc>
          <w:tcPr>
            <w:tcW w:w="5000" w:type="pct"/>
          </w:tcPr>
          <w:p w14:paraId="778E65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E38D8A" w14:textId="77777777" w:rsidR="00704CA0" w:rsidRPr="003501E7" w:rsidRDefault="001C59FF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B35F6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B99F8E" w14:textId="77777777" w:rsidR="00D078C8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2ADBCF" w14:textId="77777777" w:rsidR="00704CA0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Ekonomika przedsiębiorstw, red. J.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Engelhardt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  <w:tr w:rsidR="0085747A" w:rsidRPr="009C54AE" w14:paraId="76843F74" w14:textId="77777777" w:rsidTr="2DD6E431">
        <w:trPr>
          <w:trHeight w:val="397"/>
        </w:trPr>
        <w:tc>
          <w:tcPr>
            <w:tcW w:w="5000" w:type="pct"/>
          </w:tcPr>
          <w:p w14:paraId="62D7CE07" w14:textId="77777777" w:rsidR="0085747A" w:rsidRDefault="0085747A" w:rsidP="2DD6E4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C07D290" w14:textId="77777777" w:rsidR="00704CA0" w:rsidRDefault="00704CA0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Mierzejewska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Majcherek J.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Ekonomika przedsiębiorstw,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Difin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Warszawa 2009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4F55C967" w14:textId="0D156925" w:rsidR="00D078C8" w:rsidRPr="00D078C8" w:rsidRDefault="00D078C8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Nasalski Z., Ekonomika i organizacja przedsiębiorstw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Uniwersytet Warmińsko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Mazurski w Olsztynie, 2006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2325A6FF" w14:textId="7BF99848" w:rsidR="00D078C8" w:rsidRPr="00D078C8" w:rsidRDefault="1F62F869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Gierczak-Korzeniowska B., 2017, The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impact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benchlearning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on the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value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human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capital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Reflections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on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airline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case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study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“Nierówności społeczne a wzrost gospodarczy”, nr 51</w:t>
            </w:r>
          </w:p>
        </w:tc>
      </w:tr>
    </w:tbl>
    <w:p w14:paraId="4A833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98D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6B0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D139E" w14:textId="77777777" w:rsidR="00CF281F" w:rsidRDefault="00CF281F" w:rsidP="00C16ABF">
      <w:pPr>
        <w:spacing w:after="0" w:line="240" w:lineRule="auto"/>
      </w:pPr>
      <w:r>
        <w:separator/>
      </w:r>
    </w:p>
  </w:endnote>
  <w:endnote w:type="continuationSeparator" w:id="0">
    <w:p w14:paraId="4CF796F0" w14:textId="77777777" w:rsidR="00CF281F" w:rsidRDefault="00CF28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9FF43D" w14:textId="77777777" w:rsidR="00CF281F" w:rsidRDefault="00CF281F" w:rsidP="00C16ABF">
      <w:pPr>
        <w:spacing w:after="0" w:line="240" w:lineRule="auto"/>
      </w:pPr>
      <w:r>
        <w:separator/>
      </w:r>
    </w:p>
  </w:footnote>
  <w:footnote w:type="continuationSeparator" w:id="0">
    <w:p w14:paraId="253E804C" w14:textId="77777777" w:rsidR="00CF281F" w:rsidRDefault="00CF281F" w:rsidP="00C16ABF">
      <w:pPr>
        <w:spacing w:after="0" w:line="240" w:lineRule="auto"/>
      </w:pPr>
      <w:r>
        <w:continuationSeparator/>
      </w:r>
    </w:p>
  </w:footnote>
  <w:footnote w:id="1">
    <w:p w14:paraId="2C7E7C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B460C"/>
    <w:multiLevelType w:val="hybridMultilevel"/>
    <w:tmpl w:val="1BD28B28"/>
    <w:lvl w:ilvl="0" w:tplc="F1201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DAB7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E2D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27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49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42B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40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061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AC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64A4C"/>
    <w:multiLevelType w:val="hybridMultilevel"/>
    <w:tmpl w:val="2ED4FED8"/>
    <w:lvl w:ilvl="0" w:tplc="41362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2A0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022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E3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C4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88F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E1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A8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F09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D0795F"/>
    <w:multiLevelType w:val="hybridMultilevel"/>
    <w:tmpl w:val="11568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D2923"/>
    <w:multiLevelType w:val="hybridMultilevel"/>
    <w:tmpl w:val="A984A5CE"/>
    <w:lvl w:ilvl="0" w:tplc="533C9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B41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D4A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82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AB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27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83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A03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6E2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12145"/>
    <w:multiLevelType w:val="hybridMultilevel"/>
    <w:tmpl w:val="1BF4E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FB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26B"/>
    <w:rsid w:val="001737CF"/>
    <w:rsid w:val="0017512A"/>
    <w:rsid w:val="00176083"/>
    <w:rsid w:val="0018469B"/>
    <w:rsid w:val="00192F37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656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3018BA"/>
    <w:rsid w:val="0030395F"/>
    <w:rsid w:val="00305C92"/>
    <w:rsid w:val="00310EF9"/>
    <w:rsid w:val="003151C5"/>
    <w:rsid w:val="003343CF"/>
    <w:rsid w:val="00342FCC"/>
    <w:rsid w:val="00346FE9"/>
    <w:rsid w:val="0034759A"/>
    <w:rsid w:val="003503F6"/>
    <w:rsid w:val="003530DD"/>
    <w:rsid w:val="00363F78"/>
    <w:rsid w:val="003A0A5B"/>
    <w:rsid w:val="003A1176"/>
    <w:rsid w:val="003A73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76EC0"/>
    <w:rsid w:val="004840FD"/>
    <w:rsid w:val="00490F7D"/>
    <w:rsid w:val="00491678"/>
    <w:rsid w:val="004968E2"/>
    <w:rsid w:val="004A09C9"/>
    <w:rsid w:val="004A29D4"/>
    <w:rsid w:val="004A3EEA"/>
    <w:rsid w:val="004A4D1F"/>
    <w:rsid w:val="004D5282"/>
    <w:rsid w:val="004F0A1D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CB3"/>
    <w:rsid w:val="0081554D"/>
    <w:rsid w:val="0081707E"/>
    <w:rsid w:val="00827895"/>
    <w:rsid w:val="00836F8D"/>
    <w:rsid w:val="008449B3"/>
    <w:rsid w:val="008552A2"/>
    <w:rsid w:val="0085747A"/>
    <w:rsid w:val="00884922"/>
    <w:rsid w:val="00885F64"/>
    <w:rsid w:val="008917F9"/>
    <w:rsid w:val="008A45F7"/>
    <w:rsid w:val="008B17AB"/>
    <w:rsid w:val="008C0CC0"/>
    <w:rsid w:val="008C19A9"/>
    <w:rsid w:val="008C379D"/>
    <w:rsid w:val="008C5147"/>
    <w:rsid w:val="008C5359"/>
    <w:rsid w:val="008C5363"/>
    <w:rsid w:val="008D3DFB"/>
    <w:rsid w:val="008E399D"/>
    <w:rsid w:val="008E64F4"/>
    <w:rsid w:val="008F12C9"/>
    <w:rsid w:val="008F6E29"/>
    <w:rsid w:val="00913D70"/>
    <w:rsid w:val="00916188"/>
    <w:rsid w:val="00923D7D"/>
    <w:rsid w:val="009508DF"/>
    <w:rsid w:val="00950DAC"/>
    <w:rsid w:val="00954A07"/>
    <w:rsid w:val="00984B23"/>
    <w:rsid w:val="00991867"/>
    <w:rsid w:val="00997F14"/>
    <w:rsid w:val="009A2C9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A00ECC"/>
    <w:rsid w:val="00A155EE"/>
    <w:rsid w:val="00A15BAF"/>
    <w:rsid w:val="00A2245B"/>
    <w:rsid w:val="00A30110"/>
    <w:rsid w:val="00A3117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D1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F6A"/>
    <w:rsid w:val="00B40ADB"/>
    <w:rsid w:val="00B43B77"/>
    <w:rsid w:val="00B43E80"/>
    <w:rsid w:val="00B607DB"/>
    <w:rsid w:val="00B649A7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84D"/>
    <w:rsid w:val="00CA2B96"/>
    <w:rsid w:val="00CA5089"/>
    <w:rsid w:val="00CA56E5"/>
    <w:rsid w:val="00CD6897"/>
    <w:rsid w:val="00CE5BAC"/>
    <w:rsid w:val="00CF25BE"/>
    <w:rsid w:val="00CF281F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594C"/>
    <w:rsid w:val="00DC6D0C"/>
    <w:rsid w:val="00DE09C0"/>
    <w:rsid w:val="00DE4A14"/>
    <w:rsid w:val="00DF320D"/>
    <w:rsid w:val="00DF42BE"/>
    <w:rsid w:val="00DF71C8"/>
    <w:rsid w:val="00E129B8"/>
    <w:rsid w:val="00E20067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2173"/>
    <w:rsid w:val="00E960BB"/>
    <w:rsid w:val="00EA2074"/>
    <w:rsid w:val="00EA4832"/>
    <w:rsid w:val="00EA4E9D"/>
    <w:rsid w:val="00EC4899"/>
    <w:rsid w:val="00ED03AB"/>
    <w:rsid w:val="00ED21E8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BE6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1892866"/>
    <w:rsid w:val="019A4961"/>
    <w:rsid w:val="05088361"/>
    <w:rsid w:val="0594886E"/>
    <w:rsid w:val="05D58A95"/>
    <w:rsid w:val="0831E195"/>
    <w:rsid w:val="0FAD7B60"/>
    <w:rsid w:val="10AB47B7"/>
    <w:rsid w:val="14BF2656"/>
    <w:rsid w:val="15D0DD62"/>
    <w:rsid w:val="172BA437"/>
    <w:rsid w:val="1897F46F"/>
    <w:rsid w:val="1AE81684"/>
    <w:rsid w:val="1B25DA43"/>
    <w:rsid w:val="1F0D75F9"/>
    <w:rsid w:val="1F62F869"/>
    <w:rsid w:val="1FE2B38D"/>
    <w:rsid w:val="2290E7B9"/>
    <w:rsid w:val="22D3D28F"/>
    <w:rsid w:val="26F80357"/>
    <w:rsid w:val="2B54D249"/>
    <w:rsid w:val="2C704CB5"/>
    <w:rsid w:val="2DD6E431"/>
    <w:rsid w:val="34FF258A"/>
    <w:rsid w:val="3820C7EA"/>
    <w:rsid w:val="398F7980"/>
    <w:rsid w:val="3E61EFE9"/>
    <w:rsid w:val="421252D7"/>
    <w:rsid w:val="436D4AF7"/>
    <w:rsid w:val="445933EE"/>
    <w:rsid w:val="4747ED17"/>
    <w:rsid w:val="4A34E98F"/>
    <w:rsid w:val="4BB019A2"/>
    <w:rsid w:val="4C729480"/>
    <w:rsid w:val="4E0F37F2"/>
    <w:rsid w:val="4F89B282"/>
    <w:rsid w:val="4FECFAC3"/>
    <w:rsid w:val="50192963"/>
    <w:rsid w:val="51FB90FA"/>
    <w:rsid w:val="52CA453E"/>
    <w:rsid w:val="52FD03CA"/>
    <w:rsid w:val="57369448"/>
    <w:rsid w:val="5D19E938"/>
    <w:rsid w:val="5DDC653E"/>
    <w:rsid w:val="61DF8DBD"/>
    <w:rsid w:val="6430605F"/>
    <w:rsid w:val="662151C8"/>
    <w:rsid w:val="690A63C9"/>
    <w:rsid w:val="694929C1"/>
    <w:rsid w:val="6D4A5AD4"/>
    <w:rsid w:val="6D5B609B"/>
    <w:rsid w:val="6DE8827E"/>
    <w:rsid w:val="70BACCF9"/>
    <w:rsid w:val="7170F7D3"/>
    <w:rsid w:val="788B82A3"/>
    <w:rsid w:val="7894F320"/>
    <w:rsid w:val="7BA25066"/>
    <w:rsid w:val="7C25ED50"/>
    <w:rsid w:val="7CF15735"/>
    <w:rsid w:val="7FFE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5F36"/>
  <w15:docId w15:val="{326E4793-51D4-4E42-8E2F-C520A0B4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character" w:styleId="Odwoaniedokomentarza">
    <w:name w:val="annotation reference"/>
    <w:basedOn w:val="Domylnaczcionkaakapitu"/>
    <w:uiPriority w:val="99"/>
    <w:semiHidden/>
    <w:unhideWhenUsed/>
    <w:rsid w:val="00913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D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D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D70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B17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B17AB"/>
  </w:style>
  <w:style w:type="character" w:customStyle="1" w:styleId="spellingerror">
    <w:name w:val="spellingerror"/>
    <w:basedOn w:val="Domylnaczcionkaakapitu"/>
    <w:rsid w:val="008B17AB"/>
  </w:style>
  <w:style w:type="character" w:customStyle="1" w:styleId="eop">
    <w:name w:val="eop"/>
    <w:basedOn w:val="Domylnaczcionkaakapitu"/>
    <w:rsid w:val="008B1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CFB76-8267-429D-9D4A-88856DFEC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5435FD-DD0D-4C75-90D0-C2F3F0BE6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47FF47-7601-4EDB-A7F0-5A2EA39819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EC8D39-DAE7-4FAC-8AE0-6F20C095A1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902</Words>
  <Characters>5416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41</cp:revision>
  <cp:lastPrinted>2019-02-06T12:12:00Z</cp:lastPrinted>
  <dcterms:created xsi:type="dcterms:W3CDTF">2020-10-18T14:22:00Z</dcterms:created>
  <dcterms:modified xsi:type="dcterms:W3CDTF">2021-02-11T12:43:00Z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